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A5C5D" w14:textId="77777777" w:rsidR="00AE491D" w:rsidRPr="00E8272F" w:rsidRDefault="005F6E18" w:rsidP="00CF3B2B">
      <w:pPr>
        <w:pStyle w:val="PRContactInfo"/>
      </w:pPr>
      <w:r w:rsidRPr="00D52F52">
        <w:rPr>
          <w:rStyle w:val="PRContactCAPSChar"/>
        </w:rPr>
        <w:t>CONTACT</w:t>
      </w:r>
      <w:r w:rsidR="00AE491D" w:rsidRPr="00E8272F">
        <w:tab/>
      </w:r>
      <w:r w:rsidR="00AE491D" w:rsidRPr="00D52F52">
        <w:t>At</w:t>
      </w:r>
      <w:r w:rsidR="00AE491D" w:rsidRPr="00E8272F">
        <w:t xml:space="preserve"> </w:t>
      </w:r>
      <w:proofErr w:type="spellStart"/>
      <w:r w:rsidR="00AE491D" w:rsidRPr="00E8272F">
        <w:t>vero</w:t>
      </w:r>
      <w:proofErr w:type="spellEnd"/>
      <w:r w:rsidR="00AE491D" w:rsidRPr="00E8272F">
        <w:t xml:space="preserve"> </w:t>
      </w:r>
      <w:proofErr w:type="spellStart"/>
      <w:r w:rsidR="00AE491D" w:rsidRPr="00E8272F">
        <w:t>eos</w:t>
      </w:r>
      <w:proofErr w:type="spellEnd"/>
      <w:r w:rsidR="00AE491D" w:rsidRPr="00E8272F">
        <w:t xml:space="preserve"> et </w:t>
      </w:r>
      <w:proofErr w:type="spellStart"/>
      <w:r w:rsidR="00AE491D" w:rsidRPr="00E8272F">
        <w:t>accusamus</w:t>
      </w:r>
      <w:proofErr w:type="spellEnd"/>
      <w:r w:rsidR="00AE491D" w:rsidRPr="00E8272F">
        <w:t xml:space="preserve"> et </w:t>
      </w:r>
      <w:proofErr w:type="spellStart"/>
      <w:r w:rsidR="00AE491D" w:rsidRPr="00E8272F">
        <w:t>iusto</w:t>
      </w:r>
      <w:proofErr w:type="spellEnd"/>
      <w:r w:rsidR="00AE491D" w:rsidRPr="00E8272F">
        <w:t xml:space="preserve"> </w:t>
      </w:r>
    </w:p>
    <w:p w14:paraId="54362C42" w14:textId="77777777" w:rsidR="00AE491D" w:rsidRPr="00CF3B2B" w:rsidRDefault="00D52F52" w:rsidP="00CF3B2B">
      <w:pPr>
        <w:pStyle w:val="PRContactInfo"/>
      </w:pPr>
      <w:r w:rsidRPr="00CF3B2B">
        <w:rPr>
          <w:rStyle w:val="PRContactCAPSChar"/>
        </w:rPr>
        <w:t>Phone</w:t>
      </w:r>
      <w:r w:rsidR="002E570E" w:rsidRPr="00CF3B2B">
        <w:tab/>
      </w:r>
      <w:proofErr w:type="spellStart"/>
      <w:r w:rsidR="002E570E" w:rsidRPr="00CF3B2B">
        <w:t>ducimus</w:t>
      </w:r>
      <w:proofErr w:type="spellEnd"/>
      <w:r w:rsidR="002E570E" w:rsidRPr="00CF3B2B">
        <w:t xml:space="preserve"> qui </w:t>
      </w:r>
      <w:proofErr w:type="spellStart"/>
      <w:r w:rsidR="002E570E" w:rsidRPr="00CF3B2B">
        <w:t>blanditiis</w:t>
      </w:r>
      <w:proofErr w:type="spellEnd"/>
    </w:p>
    <w:p w14:paraId="3D4CBCF7" w14:textId="77777777" w:rsidR="00AE491D" w:rsidRPr="00E8272F" w:rsidRDefault="00AE491D" w:rsidP="00CF3B2B">
      <w:pPr>
        <w:pStyle w:val="PRContactInfo"/>
      </w:pPr>
      <w:r w:rsidRPr="002E570E">
        <w:rPr>
          <w:rStyle w:val="PRContactCAPSChar"/>
        </w:rPr>
        <w:t>EMAIL</w:t>
      </w:r>
      <w:r w:rsidRPr="00E8272F">
        <w:tab/>
      </w:r>
      <w:proofErr w:type="spellStart"/>
      <w:r w:rsidRPr="00CF3B2B">
        <w:t>deleniti</w:t>
      </w:r>
      <w:proofErr w:type="spellEnd"/>
      <w:r w:rsidRPr="00E8272F">
        <w:t xml:space="preserve"> </w:t>
      </w:r>
      <w:proofErr w:type="spellStart"/>
      <w:r w:rsidRPr="00E8272F">
        <w:t>atque</w:t>
      </w:r>
      <w:proofErr w:type="spellEnd"/>
      <w:r w:rsidRPr="00E8272F">
        <w:t xml:space="preserve"> </w:t>
      </w:r>
      <w:proofErr w:type="spellStart"/>
      <w:r w:rsidRPr="00E8272F">
        <w:t>corrupti</w:t>
      </w:r>
      <w:proofErr w:type="spellEnd"/>
      <w:r w:rsidRPr="00E8272F">
        <w:t xml:space="preserve"> quos </w:t>
      </w:r>
    </w:p>
    <w:p w14:paraId="43FA132B" w14:textId="52DC758B" w:rsidR="00AE491D" w:rsidRPr="00CF3B2B" w:rsidRDefault="002E570E" w:rsidP="002162F5">
      <w:pPr>
        <w:pStyle w:val="PRDate"/>
      </w:pPr>
      <w:r w:rsidRPr="002162F5">
        <w:rPr>
          <w:noProof/>
        </w:rPr>
        <mc:AlternateContent>
          <mc:Choice Requires="wps">
            <w:drawing>
              <wp:anchor distT="0" distB="0" distL="0" distR="0" simplePos="0" relativeHeight="251681792" behindDoc="0" locked="0" layoutInCell="1" allowOverlap="1" wp14:anchorId="3D914208" wp14:editId="089F12E3">
                <wp:simplePos x="0" y="0"/>
                <wp:positionH relativeFrom="margin">
                  <wp:posOffset>-7315</wp:posOffset>
                </wp:positionH>
                <wp:positionV relativeFrom="paragraph">
                  <wp:posOffset>457200</wp:posOffset>
                </wp:positionV>
                <wp:extent cx="5029200" cy="232403"/>
                <wp:effectExtent l="0" t="0" r="0" b="0"/>
                <wp:wrapSquare wrapText="bothSides"/>
                <wp:docPr id="25" name="Process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029200" cy="232403"/>
                        </a:xfrm>
                        <a:prstGeom prst="flowChartProcess">
                          <a:avLst/>
                        </a:prstGeom>
                        <a:solidFill>
                          <a:srgbClr val="D9DADD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61A5CE" id="_x0000_t109" coordsize="21600,21600" o:spt="109" path="m,l,21600r21600,l21600,xe">
                <v:stroke joinstyle="miter"/>
                <v:path gradientshapeok="t" o:connecttype="rect"/>
              </v:shapetype>
              <v:shape id="Process 25" o:spid="_x0000_s1026" type="#_x0000_t109" style="position:absolute;margin-left:-.6pt;margin-top:36pt;width:396pt;height:18.3pt;z-index:25168179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" fillcolor="#d9dadd" stroked="f">
                <o:lock v:ext="edit" aspectratio="t"/>
                <w10:wrap type="square" anchorx="margin"/>
              </v:shape>
            </w:pict>
          </mc:Fallback>
        </mc:AlternateContent>
      </w:r>
      <w:r w:rsidR="00AE491D" w:rsidRPr="002E570E">
        <w:rPr>
          <w:rStyle w:val="PRContactCAPSChar"/>
        </w:rPr>
        <w:t>DATE</w:t>
      </w:r>
      <w:r w:rsidR="00AE491D" w:rsidRPr="00D52F52">
        <w:tab/>
      </w:r>
      <w:r w:rsidR="00842B37">
        <w:fldChar w:fldCharType="begin"/>
      </w:r>
      <w:r w:rsidR="00842B37">
        <w:instrText xml:space="preserve"> DATE  \@ "MMMM d, yyyy"  \* MERGEFORMAT </w:instrText>
      </w:r>
      <w:r w:rsidR="00842B37">
        <w:fldChar w:fldCharType="separate"/>
      </w:r>
      <w:r w:rsidR="00716F4A">
        <w:rPr>
          <w:noProof/>
        </w:rPr>
        <w:t>May 4, 2022</w:t>
      </w:r>
      <w:r w:rsidR="00842B37">
        <w:fldChar w:fldCharType="end"/>
      </w:r>
    </w:p>
    <w:p w14:paraId="6BBE1E61" w14:textId="77777777" w:rsidR="004C04B5" w:rsidRPr="00CE55D6" w:rsidRDefault="00A14166" w:rsidP="00CF3B2B">
      <w:pPr>
        <w:pStyle w:val="PRForImmedRelease"/>
        <w:rPr>
          <w:color w:val="003A5D"/>
        </w:rPr>
      </w:pPr>
      <w:r w:rsidRPr="00CE55D6">
        <w:rPr>
          <w:color w:val="003A5D"/>
        </w:rPr>
        <w:t>For Immediate Release</w:t>
      </w:r>
    </w:p>
    <w:p w14:paraId="77A04D32" w14:textId="77777777" w:rsidR="00A14166" w:rsidRPr="00A14166" w:rsidRDefault="00A14166" w:rsidP="00A14166">
      <w:pPr>
        <w:pStyle w:val="PRTitle"/>
      </w:pPr>
      <w:r w:rsidRPr="00A14166">
        <w:t xml:space="preserve">At </w:t>
      </w:r>
      <w:proofErr w:type="spellStart"/>
      <w:r w:rsidRPr="00A14166">
        <w:t>vero</w:t>
      </w:r>
      <w:proofErr w:type="spellEnd"/>
      <w:r w:rsidRPr="00A14166">
        <w:t xml:space="preserve"> </w:t>
      </w:r>
      <w:proofErr w:type="spellStart"/>
      <w:r w:rsidRPr="00A14166">
        <w:t>eos</w:t>
      </w:r>
      <w:proofErr w:type="spellEnd"/>
      <w:r w:rsidRPr="00A14166">
        <w:t xml:space="preserve"> et </w:t>
      </w:r>
      <w:proofErr w:type="spellStart"/>
      <w:r w:rsidRPr="00A14166">
        <w:t>accusamus</w:t>
      </w:r>
      <w:proofErr w:type="spellEnd"/>
      <w:r w:rsidRPr="00A14166">
        <w:t xml:space="preserve"> et</w:t>
      </w:r>
    </w:p>
    <w:p w14:paraId="5BBE6EF9" w14:textId="77777777" w:rsidR="00C34FCA" w:rsidRDefault="00C34FCA" w:rsidP="002E570E">
      <w:pPr>
        <w:pStyle w:val="PRMainText"/>
      </w:pPr>
      <w:r w:rsidRPr="00CB1697">
        <w:rPr>
          <w:b/>
          <w:noProof/>
          <w:color w:val="FDB525"/>
        </w:rPr>
        <mc:AlternateContent>
          <mc:Choice Requires="wps">
            <w:drawing>
              <wp:anchor distT="0" distB="0" distL="0" distR="365760" simplePos="0" relativeHeight="251675648" behindDoc="1" locked="1" layoutInCell="1" allowOverlap="0" wp14:anchorId="59A44A1B" wp14:editId="0EBBDE21">
                <wp:simplePos x="0" y="0"/>
                <wp:positionH relativeFrom="insideMargin">
                  <wp:posOffset>265430</wp:posOffset>
                </wp:positionH>
                <wp:positionV relativeFrom="page">
                  <wp:posOffset>1903095</wp:posOffset>
                </wp:positionV>
                <wp:extent cx="1700530" cy="5964555"/>
                <wp:effectExtent l="0" t="0" r="0" b="0"/>
                <wp:wrapTight wrapText="right">
                  <wp:wrapPolygon edited="0">
                    <wp:start x="0" y="0"/>
                    <wp:lineTo x="0" y="21524"/>
                    <wp:lineTo x="21294" y="21524"/>
                    <wp:lineTo x="21294" y="0"/>
                    <wp:lineTo x="0" y="0"/>
                  </wp:wrapPolygon>
                </wp:wrapTight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0530" cy="5964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713248" w14:textId="77777777" w:rsidR="00184872" w:rsidRPr="00782D48" w:rsidRDefault="00184872" w:rsidP="00782D48">
                            <w:pPr>
                              <w:pStyle w:val="PRMainTex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45720" tIns="0" rIns="4572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A44A1B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20.9pt;margin-top:149.85pt;width:133.9pt;height:469.65pt;z-index:-251640832;visibility:visible;mso-wrap-style:square;mso-width-percent:0;mso-height-percent:0;mso-wrap-distance-left:0;mso-wrap-distance-top:0;mso-wrap-distance-right:28.8pt;mso-wrap-distance-bottom:0;mso-position-horizontal:absolute;mso-position-horizontal-relative:outer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" o:allowoverlap="f" fillcolor="white [3201]" stroked="f" strokeweight=".5pt">
                <v:textbox inset="3.6pt,0,3.6pt">
                  <w:txbxContent>
                    <w:p w14:paraId="66713248" w14:textId="77777777" w:rsidR="00184872" w:rsidRPr="00782D48" w:rsidRDefault="00184872" w:rsidP="00782D48">
                      <w:pPr>
                        <w:pStyle w:val="PRMainText"/>
                      </w:pPr>
                    </w:p>
                  </w:txbxContent>
                </v:textbox>
                <w10:wrap type="tight" side="right" anchorx="margin" anchory="page"/>
                <w10:anchorlock/>
              </v:shape>
            </w:pict>
          </mc:Fallback>
        </mc:AlternateContent>
      </w:r>
      <w:proofErr w:type="spellStart"/>
      <w:r w:rsidR="00CB1697">
        <w:rPr>
          <w:b/>
        </w:rPr>
        <w:t>PR_</w:t>
      </w:r>
      <w:r w:rsidR="00CB1697" w:rsidRPr="00CB1697">
        <w:rPr>
          <w:b/>
        </w:rPr>
        <w:t>Main</w:t>
      </w:r>
      <w:proofErr w:type="spellEnd"/>
      <w:r w:rsidR="00CB1697" w:rsidRPr="00CB1697">
        <w:rPr>
          <w:b/>
        </w:rPr>
        <w:t xml:space="preserve"> Text Style…</w:t>
      </w:r>
      <w:r w:rsidR="00CB1697">
        <w:t xml:space="preserve"> </w:t>
      </w:r>
      <w:r w:rsidR="00842CFA" w:rsidRPr="00842CFA">
        <w:t xml:space="preserve">At </w:t>
      </w:r>
      <w:proofErr w:type="spellStart"/>
      <w:r w:rsidR="00842CFA" w:rsidRPr="00842CFA">
        <w:t>vero</w:t>
      </w:r>
      <w:proofErr w:type="spellEnd"/>
      <w:r w:rsidR="00842CFA" w:rsidRPr="00842CFA">
        <w:t xml:space="preserve"> </w:t>
      </w:r>
      <w:proofErr w:type="spellStart"/>
      <w:r w:rsidR="00842CFA" w:rsidRPr="00842CFA">
        <w:t>eos</w:t>
      </w:r>
      <w:proofErr w:type="spellEnd"/>
      <w:r w:rsidR="00842CFA" w:rsidRPr="00842CFA">
        <w:t xml:space="preserve"> et </w:t>
      </w:r>
      <w:proofErr w:type="spellStart"/>
      <w:r w:rsidR="00842CFA" w:rsidRPr="00842CFA">
        <w:t>accusamus</w:t>
      </w:r>
      <w:proofErr w:type="spellEnd"/>
      <w:r w:rsidR="00842CFA" w:rsidRPr="00842CFA">
        <w:t xml:space="preserve"> et </w:t>
      </w:r>
      <w:proofErr w:type="spellStart"/>
      <w:r w:rsidR="00842CFA" w:rsidRPr="00842CFA">
        <w:t>iusto</w:t>
      </w:r>
      <w:proofErr w:type="spellEnd"/>
      <w:r w:rsidR="00842CFA" w:rsidRPr="00842CFA">
        <w:t xml:space="preserve"> </w:t>
      </w:r>
      <w:proofErr w:type="spellStart"/>
      <w:r w:rsidR="00842CFA" w:rsidRPr="00842CFA">
        <w:t>odio</w:t>
      </w:r>
      <w:proofErr w:type="spellEnd"/>
      <w:r w:rsidR="00842CFA" w:rsidRPr="00842CFA">
        <w:t xml:space="preserve"> </w:t>
      </w:r>
      <w:proofErr w:type="spellStart"/>
      <w:r w:rsidR="00842CFA" w:rsidRPr="00842CFA">
        <w:t>dignissimos</w:t>
      </w:r>
      <w:proofErr w:type="spellEnd"/>
      <w:r w:rsidR="00842CFA" w:rsidRPr="00842CFA">
        <w:t xml:space="preserve"> </w:t>
      </w:r>
      <w:proofErr w:type="spellStart"/>
      <w:r w:rsidR="00842CFA" w:rsidRPr="00842CFA">
        <w:t>ducimus</w:t>
      </w:r>
      <w:proofErr w:type="spellEnd"/>
      <w:r w:rsidR="00842CFA" w:rsidRPr="00842CFA">
        <w:t xml:space="preserve"> qui </w:t>
      </w:r>
      <w:proofErr w:type="spellStart"/>
      <w:r w:rsidR="00842CFA" w:rsidRPr="00842CFA">
        <w:t>blanditiis</w:t>
      </w:r>
      <w:proofErr w:type="spellEnd"/>
      <w:r w:rsidR="00842CFA" w:rsidRPr="00842CFA">
        <w:t xml:space="preserve"> </w:t>
      </w:r>
      <w:proofErr w:type="spellStart"/>
      <w:r w:rsidRPr="000935E8">
        <w:t>praesentium</w:t>
      </w:r>
      <w:proofErr w:type="spellEnd"/>
      <w:r w:rsidRPr="000935E8">
        <w:t xml:space="preserve"> </w:t>
      </w:r>
      <w:proofErr w:type="spellStart"/>
      <w:r w:rsidRPr="000935E8">
        <w:t>voluptatum</w:t>
      </w:r>
      <w:proofErr w:type="spellEnd"/>
      <w:r w:rsidRPr="000935E8">
        <w:t xml:space="preserve"> </w:t>
      </w:r>
      <w:proofErr w:type="spellStart"/>
      <w:r w:rsidRPr="000935E8">
        <w:t>deleniti</w:t>
      </w:r>
      <w:proofErr w:type="spellEnd"/>
      <w:r w:rsidRPr="000935E8">
        <w:t xml:space="preserve"> </w:t>
      </w:r>
      <w:proofErr w:type="spellStart"/>
      <w:r w:rsidRPr="000935E8">
        <w:t>atque</w:t>
      </w:r>
      <w:proofErr w:type="spellEnd"/>
      <w:r w:rsidRPr="000935E8">
        <w:t xml:space="preserve"> </w:t>
      </w:r>
      <w:proofErr w:type="spellStart"/>
      <w:r w:rsidRPr="00255438">
        <w:t>corrupti</w:t>
      </w:r>
      <w:proofErr w:type="spellEnd"/>
      <w:r w:rsidRPr="000935E8">
        <w:t xml:space="preserve"> quos </w:t>
      </w:r>
      <w:proofErr w:type="spellStart"/>
      <w:r w:rsidRPr="000935E8">
        <w:t>dolores</w:t>
      </w:r>
      <w:proofErr w:type="spellEnd"/>
      <w:r w:rsidRPr="000935E8">
        <w:t xml:space="preserve"> et </w:t>
      </w:r>
      <w:proofErr w:type="spellStart"/>
      <w:r w:rsidRPr="000935E8">
        <w:t>quas</w:t>
      </w:r>
      <w:proofErr w:type="spellEnd"/>
      <w:r w:rsidRPr="000935E8">
        <w:t xml:space="preserve"> </w:t>
      </w:r>
      <w:proofErr w:type="spellStart"/>
      <w:r w:rsidRPr="000935E8">
        <w:t>molestias</w:t>
      </w:r>
      <w:proofErr w:type="spellEnd"/>
      <w:r w:rsidRPr="000935E8">
        <w:t xml:space="preserve"> </w:t>
      </w:r>
      <w:proofErr w:type="spellStart"/>
      <w:r w:rsidRPr="000935E8">
        <w:t>excepturi</w:t>
      </w:r>
      <w:proofErr w:type="spellEnd"/>
      <w:r w:rsidRPr="000935E8">
        <w:t xml:space="preserve"> </w:t>
      </w:r>
      <w:proofErr w:type="spellStart"/>
      <w:r w:rsidRPr="000935E8">
        <w:t>sint</w:t>
      </w:r>
      <w:proofErr w:type="spellEnd"/>
      <w:r w:rsidRPr="000935E8">
        <w:t xml:space="preserve"> </w:t>
      </w:r>
      <w:proofErr w:type="spellStart"/>
      <w:r w:rsidRPr="000935E8">
        <w:t>occaecati</w:t>
      </w:r>
      <w:proofErr w:type="spellEnd"/>
      <w:r w:rsidRPr="000935E8">
        <w:t xml:space="preserve"> </w:t>
      </w:r>
      <w:proofErr w:type="spellStart"/>
      <w:r w:rsidRPr="000935E8">
        <w:t>cupiditate</w:t>
      </w:r>
      <w:proofErr w:type="spellEnd"/>
      <w:r w:rsidRPr="000935E8">
        <w:t xml:space="preserve"> non provident, </w:t>
      </w:r>
      <w:proofErr w:type="spellStart"/>
      <w:r w:rsidRPr="000935E8">
        <w:t>similique</w:t>
      </w:r>
      <w:proofErr w:type="spellEnd"/>
      <w:r w:rsidRPr="000935E8">
        <w:t xml:space="preserve"> sunt in culpa qui </w:t>
      </w:r>
      <w:proofErr w:type="spellStart"/>
      <w:r w:rsidRPr="000935E8">
        <w:t>officia</w:t>
      </w:r>
      <w:proofErr w:type="spellEnd"/>
      <w:r w:rsidRPr="000935E8">
        <w:t xml:space="preserve"> </w:t>
      </w:r>
      <w:proofErr w:type="spellStart"/>
      <w:r w:rsidRPr="000935E8">
        <w:t>deserunt</w:t>
      </w:r>
      <w:proofErr w:type="spellEnd"/>
      <w:r w:rsidRPr="000935E8">
        <w:t xml:space="preserve"> </w:t>
      </w:r>
      <w:proofErr w:type="spellStart"/>
      <w:r w:rsidRPr="000935E8">
        <w:t>mollitia</w:t>
      </w:r>
      <w:proofErr w:type="spellEnd"/>
      <w:r w:rsidRPr="000935E8">
        <w:t xml:space="preserve"> animi, </w:t>
      </w:r>
      <w:r w:rsidR="0057496A">
        <w:t xml:space="preserve">id </w:t>
      </w:r>
      <w:proofErr w:type="spellStart"/>
      <w:r w:rsidR="0057496A">
        <w:t>est</w:t>
      </w:r>
      <w:proofErr w:type="spellEnd"/>
      <w:r w:rsidR="0057496A">
        <w:t xml:space="preserve"> </w:t>
      </w:r>
      <w:proofErr w:type="spellStart"/>
      <w:r w:rsidR="0057496A">
        <w:t>laborum</w:t>
      </w:r>
      <w:proofErr w:type="spellEnd"/>
      <w:r w:rsidR="0057496A">
        <w:t xml:space="preserve"> et </w:t>
      </w:r>
      <w:proofErr w:type="spellStart"/>
      <w:r w:rsidR="0057496A">
        <w:t>dolorum</w:t>
      </w:r>
      <w:proofErr w:type="spellEnd"/>
      <w:r w:rsidR="0057496A">
        <w:t xml:space="preserve"> </w:t>
      </w:r>
      <w:proofErr w:type="spellStart"/>
      <w:r w:rsidR="0057496A">
        <w:t>fuga</w:t>
      </w:r>
      <w:proofErr w:type="spellEnd"/>
      <w:r w:rsidR="0057496A">
        <w:t>.</w:t>
      </w:r>
    </w:p>
    <w:p w14:paraId="33B43161" w14:textId="77777777" w:rsidR="0057496A" w:rsidRDefault="00CB1697" w:rsidP="00CE55D6">
      <w:pPr>
        <w:pStyle w:val="PRBullets"/>
      </w:pPr>
      <w:proofErr w:type="spellStart"/>
      <w:r w:rsidRPr="00CB1697">
        <w:rPr>
          <w:b/>
        </w:rPr>
        <w:t>PR_Bullets</w:t>
      </w:r>
      <w:proofErr w:type="spellEnd"/>
      <w:r w:rsidRPr="00CB1697">
        <w:rPr>
          <w:b/>
        </w:rPr>
        <w:t xml:space="preserve"> Style…</w:t>
      </w:r>
      <w:r>
        <w:t xml:space="preserve"> </w:t>
      </w:r>
      <w:r w:rsidR="009C09B5" w:rsidRPr="000935E8">
        <w:t xml:space="preserve">Et </w:t>
      </w:r>
      <w:proofErr w:type="spellStart"/>
      <w:r w:rsidR="009C09B5" w:rsidRPr="000935E8">
        <w:t>harum</w:t>
      </w:r>
      <w:proofErr w:type="spellEnd"/>
      <w:r w:rsidR="009C09B5" w:rsidRPr="000935E8">
        <w:t xml:space="preserve"> </w:t>
      </w:r>
      <w:proofErr w:type="spellStart"/>
      <w:r w:rsidR="009C09B5" w:rsidRPr="000935E8">
        <w:t>quidem</w:t>
      </w:r>
      <w:proofErr w:type="spellEnd"/>
      <w:r w:rsidR="009C09B5" w:rsidRPr="000935E8">
        <w:t xml:space="preserve"> rerum facilis </w:t>
      </w:r>
      <w:proofErr w:type="spellStart"/>
      <w:r w:rsidR="009C09B5" w:rsidRPr="000935E8">
        <w:t>est</w:t>
      </w:r>
      <w:proofErr w:type="spellEnd"/>
      <w:r w:rsidR="009C09B5" w:rsidRPr="000935E8">
        <w:t xml:space="preserve"> et </w:t>
      </w:r>
      <w:proofErr w:type="spellStart"/>
      <w:r w:rsidR="009C09B5" w:rsidRPr="000935E8">
        <w:t>expedita</w:t>
      </w:r>
      <w:proofErr w:type="spellEnd"/>
      <w:r w:rsidR="009C09B5" w:rsidRPr="000935E8">
        <w:t xml:space="preserve"> </w:t>
      </w:r>
      <w:proofErr w:type="spellStart"/>
      <w:r w:rsidR="009C09B5" w:rsidRPr="000935E8">
        <w:t>distinctio</w:t>
      </w:r>
      <w:proofErr w:type="spellEnd"/>
      <w:r w:rsidR="009C09B5" w:rsidRPr="000935E8">
        <w:t>.</w:t>
      </w:r>
    </w:p>
    <w:p w14:paraId="22D737CC" w14:textId="77777777" w:rsidR="009C09B5" w:rsidRDefault="009C09B5" w:rsidP="00CE55D6">
      <w:pPr>
        <w:pStyle w:val="PRBullets"/>
        <w:numPr>
          <w:ilvl w:val="0"/>
          <w:numId w:val="25"/>
        </w:numPr>
      </w:pPr>
      <w:r w:rsidRPr="000935E8">
        <w:t xml:space="preserve">Et </w:t>
      </w:r>
      <w:proofErr w:type="spellStart"/>
      <w:r w:rsidRPr="000935E8">
        <w:t>harum</w:t>
      </w:r>
      <w:proofErr w:type="spellEnd"/>
      <w:r w:rsidRPr="000935E8">
        <w:t xml:space="preserve"> </w:t>
      </w:r>
      <w:proofErr w:type="spellStart"/>
      <w:r w:rsidRPr="000935E8">
        <w:t>quidem</w:t>
      </w:r>
      <w:proofErr w:type="spellEnd"/>
      <w:r w:rsidRPr="000935E8">
        <w:t xml:space="preserve"> rerum facilis </w:t>
      </w:r>
      <w:proofErr w:type="spellStart"/>
      <w:r w:rsidRPr="000935E8">
        <w:t>est</w:t>
      </w:r>
      <w:proofErr w:type="spellEnd"/>
      <w:r w:rsidRPr="000935E8">
        <w:t xml:space="preserve"> et </w:t>
      </w:r>
      <w:proofErr w:type="spellStart"/>
      <w:r w:rsidRPr="00FA70E4">
        <w:t>expedita</w:t>
      </w:r>
      <w:proofErr w:type="spellEnd"/>
      <w:r w:rsidRPr="000935E8">
        <w:t xml:space="preserve"> </w:t>
      </w:r>
      <w:proofErr w:type="spellStart"/>
      <w:r w:rsidRPr="000935E8">
        <w:t>distinctio</w:t>
      </w:r>
      <w:proofErr w:type="spellEnd"/>
      <w:r w:rsidRPr="000935E8">
        <w:t>.</w:t>
      </w:r>
    </w:p>
    <w:p w14:paraId="3584539E" w14:textId="77777777" w:rsidR="009C09B5" w:rsidRPr="000935E8" w:rsidRDefault="009C09B5" w:rsidP="00CF3B2B">
      <w:pPr>
        <w:pStyle w:val="PRBullets"/>
      </w:pPr>
      <w:r w:rsidRPr="000935E8">
        <w:t xml:space="preserve">Et </w:t>
      </w:r>
      <w:proofErr w:type="spellStart"/>
      <w:r w:rsidRPr="000935E8">
        <w:t>harum</w:t>
      </w:r>
      <w:proofErr w:type="spellEnd"/>
      <w:r w:rsidRPr="000935E8">
        <w:t xml:space="preserve"> </w:t>
      </w:r>
      <w:proofErr w:type="spellStart"/>
      <w:r w:rsidRPr="000935E8">
        <w:t>quidem</w:t>
      </w:r>
      <w:proofErr w:type="spellEnd"/>
      <w:r w:rsidRPr="000935E8">
        <w:t xml:space="preserve"> rerum facilis </w:t>
      </w:r>
      <w:proofErr w:type="spellStart"/>
      <w:r w:rsidRPr="000935E8">
        <w:t>est</w:t>
      </w:r>
      <w:proofErr w:type="spellEnd"/>
      <w:r w:rsidRPr="000935E8">
        <w:t xml:space="preserve"> et </w:t>
      </w:r>
      <w:proofErr w:type="spellStart"/>
      <w:r w:rsidRPr="000935E8">
        <w:t>expedita</w:t>
      </w:r>
      <w:proofErr w:type="spellEnd"/>
      <w:r w:rsidRPr="000935E8">
        <w:t xml:space="preserve"> </w:t>
      </w:r>
      <w:proofErr w:type="spellStart"/>
      <w:r w:rsidRPr="000935E8">
        <w:t>distinctio</w:t>
      </w:r>
      <w:proofErr w:type="spellEnd"/>
      <w:r w:rsidRPr="000935E8">
        <w:t>.</w:t>
      </w:r>
    </w:p>
    <w:p w14:paraId="3088AB51" w14:textId="77777777" w:rsidR="00C34FCA" w:rsidRPr="00035E8E" w:rsidRDefault="00C34FCA" w:rsidP="00035E8E">
      <w:pPr>
        <w:pStyle w:val="PRMainText"/>
      </w:pPr>
      <w:r w:rsidRPr="000935E8">
        <w:t xml:space="preserve">Nam libero tempore, cum </w:t>
      </w:r>
      <w:proofErr w:type="spellStart"/>
      <w:r w:rsidRPr="000935E8">
        <w:t>soluta</w:t>
      </w:r>
      <w:proofErr w:type="spellEnd"/>
      <w:r w:rsidRPr="000935E8">
        <w:t xml:space="preserve"> nobis </w:t>
      </w:r>
      <w:proofErr w:type="spellStart"/>
      <w:r w:rsidRPr="000935E8">
        <w:t>est</w:t>
      </w:r>
      <w:proofErr w:type="spellEnd"/>
      <w:r w:rsidRPr="000935E8">
        <w:t xml:space="preserve"> </w:t>
      </w:r>
      <w:proofErr w:type="spellStart"/>
      <w:r w:rsidRPr="000935E8">
        <w:t>eligendi</w:t>
      </w:r>
      <w:proofErr w:type="spellEnd"/>
      <w:r w:rsidRPr="000935E8">
        <w:t xml:space="preserve"> </w:t>
      </w:r>
      <w:proofErr w:type="spellStart"/>
      <w:r w:rsidRPr="000935E8">
        <w:t>optio</w:t>
      </w:r>
      <w:proofErr w:type="spellEnd"/>
      <w:r w:rsidRPr="000935E8">
        <w:t xml:space="preserve"> </w:t>
      </w:r>
      <w:proofErr w:type="spellStart"/>
      <w:r w:rsidRPr="000935E8">
        <w:t>cumque</w:t>
      </w:r>
      <w:proofErr w:type="spellEnd"/>
      <w:r w:rsidRPr="000935E8">
        <w:t xml:space="preserve"> nihil </w:t>
      </w:r>
      <w:proofErr w:type="spellStart"/>
      <w:r w:rsidRPr="000935E8">
        <w:t>impedit</w:t>
      </w:r>
      <w:proofErr w:type="spellEnd"/>
      <w:r w:rsidRPr="000935E8">
        <w:t xml:space="preserve"> quo dolor </w:t>
      </w:r>
      <w:proofErr w:type="spellStart"/>
      <w:r w:rsidRPr="000935E8">
        <w:t>repellendus</w:t>
      </w:r>
      <w:proofErr w:type="spellEnd"/>
      <w:r w:rsidRPr="000935E8">
        <w:t xml:space="preserve">. </w:t>
      </w:r>
      <w:proofErr w:type="spellStart"/>
      <w:r w:rsidRPr="000935E8">
        <w:t>Temporibus</w:t>
      </w:r>
      <w:proofErr w:type="spellEnd"/>
      <w:r w:rsidRPr="000935E8">
        <w:t xml:space="preserve"> autem </w:t>
      </w:r>
      <w:proofErr w:type="spellStart"/>
      <w:r w:rsidRPr="000935E8">
        <w:t>quibusdam</w:t>
      </w:r>
      <w:proofErr w:type="spellEnd"/>
      <w:r w:rsidRPr="000935E8">
        <w:t xml:space="preserve"> et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officiis</w:t>
      </w:r>
      <w:proofErr w:type="spellEnd"/>
      <w:r w:rsidRPr="000935E8">
        <w:t xml:space="preserve"> </w:t>
      </w:r>
      <w:proofErr w:type="spellStart"/>
      <w:r w:rsidRPr="000935E8">
        <w:t>debitis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rerum </w:t>
      </w:r>
      <w:proofErr w:type="spellStart"/>
      <w:r w:rsidRPr="000935E8">
        <w:t>recusandae</w:t>
      </w:r>
      <w:proofErr w:type="spellEnd"/>
      <w:r w:rsidRPr="000935E8">
        <w:t xml:space="preserve">. </w:t>
      </w:r>
      <w:proofErr w:type="spellStart"/>
      <w:r w:rsidRPr="000935E8">
        <w:t>Itaque</w:t>
      </w:r>
      <w:proofErr w:type="spellEnd"/>
      <w:r w:rsidRPr="000935E8">
        <w:t xml:space="preserve"> </w:t>
      </w:r>
      <w:proofErr w:type="spellStart"/>
      <w:r w:rsidRPr="000935E8">
        <w:t>earum</w:t>
      </w:r>
      <w:proofErr w:type="spellEnd"/>
      <w:r w:rsidRPr="000935E8">
        <w:t xml:space="preserve"> rerum hic </w:t>
      </w:r>
      <w:proofErr w:type="spellStart"/>
      <w:r w:rsidRPr="000935E8">
        <w:t>tenetur</w:t>
      </w:r>
      <w:proofErr w:type="spellEnd"/>
      <w:r w:rsidRPr="000935E8">
        <w:t xml:space="preserve"> a </w:t>
      </w:r>
      <w:proofErr w:type="spellStart"/>
      <w:r w:rsidRPr="00035E8E">
        <w:t>sapiente</w:t>
      </w:r>
      <w:proofErr w:type="spellEnd"/>
      <w:r w:rsidRPr="000935E8">
        <w:t xml:space="preserve"> delectus, </w:t>
      </w:r>
      <w:proofErr w:type="spellStart"/>
      <w:r w:rsidRPr="000935E8">
        <w:t>ut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reiciendis</w:t>
      </w:r>
      <w:proofErr w:type="spellEnd"/>
      <w:r w:rsidRPr="000935E8">
        <w:t xml:space="preserve"> </w:t>
      </w:r>
      <w:proofErr w:type="spellStart"/>
      <w:r w:rsidRPr="000935E8">
        <w:t>voluptatibus</w:t>
      </w:r>
      <w:proofErr w:type="spellEnd"/>
      <w:r w:rsidRPr="000935E8">
        <w:t xml:space="preserve"> </w:t>
      </w:r>
      <w:proofErr w:type="spellStart"/>
      <w:r w:rsidRPr="000935E8">
        <w:t>maiores</w:t>
      </w:r>
      <w:proofErr w:type="spellEnd"/>
      <w:r w:rsidRPr="000935E8">
        <w:t xml:space="preserve"> alias </w:t>
      </w:r>
      <w:proofErr w:type="spellStart"/>
      <w:r w:rsidRPr="000935E8">
        <w:t>consequatur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perferendis</w:t>
      </w:r>
      <w:proofErr w:type="spellEnd"/>
      <w:r w:rsidRPr="000935E8">
        <w:t xml:space="preserve"> </w:t>
      </w:r>
      <w:proofErr w:type="spellStart"/>
      <w:r w:rsidRPr="000935E8">
        <w:t>doloribus</w:t>
      </w:r>
      <w:proofErr w:type="spellEnd"/>
      <w:r w:rsidRPr="000935E8">
        <w:t xml:space="preserve"> </w:t>
      </w:r>
      <w:proofErr w:type="spellStart"/>
      <w:r w:rsidRPr="000935E8">
        <w:t>asperiores</w:t>
      </w:r>
      <w:proofErr w:type="spellEnd"/>
      <w:r w:rsidRPr="000935E8">
        <w:t xml:space="preserve"> </w:t>
      </w:r>
      <w:proofErr w:type="spellStart"/>
      <w:r w:rsidRPr="000935E8">
        <w:t>repellat</w:t>
      </w:r>
      <w:proofErr w:type="spellEnd"/>
      <w:r w:rsidRPr="000935E8">
        <w:t xml:space="preserve"> At </w:t>
      </w:r>
      <w:proofErr w:type="spellStart"/>
      <w:r w:rsidRPr="000935E8">
        <w:t>vero</w:t>
      </w:r>
      <w:proofErr w:type="spellEnd"/>
      <w:r w:rsidRPr="000935E8">
        <w:t xml:space="preserve"> </w:t>
      </w:r>
      <w:proofErr w:type="spellStart"/>
      <w:r w:rsidRPr="000935E8">
        <w:t>eos</w:t>
      </w:r>
      <w:proofErr w:type="spellEnd"/>
      <w:r w:rsidRPr="000935E8">
        <w:t xml:space="preserve"> et </w:t>
      </w:r>
      <w:proofErr w:type="spellStart"/>
      <w:r w:rsidRPr="000935E8">
        <w:t>accusamus</w:t>
      </w:r>
      <w:proofErr w:type="spellEnd"/>
      <w:r w:rsidRPr="000935E8">
        <w:t xml:space="preserve"> </w:t>
      </w:r>
      <w:r w:rsidRPr="00035E8E">
        <w:t xml:space="preserve">et </w:t>
      </w:r>
      <w:proofErr w:type="spellStart"/>
      <w:r w:rsidRPr="00035E8E">
        <w:t>iusto</w:t>
      </w:r>
      <w:proofErr w:type="spellEnd"/>
      <w:r w:rsidRPr="00035E8E">
        <w:t xml:space="preserve"> </w:t>
      </w:r>
      <w:proofErr w:type="spellStart"/>
      <w:r w:rsidRPr="00035E8E">
        <w:t>odio</w:t>
      </w:r>
      <w:proofErr w:type="spellEnd"/>
      <w:r w:rsidRPr="00035E8E">
        <w:t xml:space="preserve"> </w:t>
      </w:r>
      <w:proofErr w:type="spellStart"/>
      <w:r w:rsidRPr="00035E8E">
        <w:t>dignissimos</w:t>
      </w:r>
      <w:proofErr w:type="spellEnd"/>
      <w:r w:rsidRPr="00035E8E">
        <w:t xml:space="preserve"> </w:t>
      </w:r>
      <w:proofErr w:type="spellStart"/>
      <w:r w:rsidRPr="00035E8E">
        <w:t>ducimus</w:t>
      </w:r>
      <w:proofErr w:type="spellEnd"/>
      <w:r w:rsidRPr="00035E8E">
        <w:t xml:space="preserve"> qui </w:t>
      </w:r>
      <w:proofErr w:type="spellStart"/>
      <w:r w:rsidRPr="00035E8E">
        <w:t>blanditiis</w:t>
      </w:r>
      <w:proofErr w:type="spellEnd"/>
      <w:r w:rsidRPr="00035E8E">
        <w:t xml:space="preserve"> </w:t>
      </w:r>
      <w:proofErr w:type="spellStart"/>
      <w:r w:rsidRPr="00035E8E">
        <w:t>praesentium</w:t>
      </w:r>
      <w:proofErr w:type="spellEnd"/>
      <w:r w:rsidRPr="00035E8E">
        <w:t xml:space="preserve"> </w:t>
      </w:r>
      <w:proofErr w:type="spellStart"/>
      <w:r w:rsidRPr="00035E8E">
        <w:t>voluptatum</w:t>
      </w:r>
      <w:proofErr w:type="spellEnd"/>
      <w:r w:rsidRPr="00035E8E">
        <w:t xml:space="preserve"> </w:t>
      </w:r>
    </w:p>
    <w:p w14:paraId="062110E1" w14:textId="49DE24DC" w:rsidR="00C34FCA" w:rsidRDefault="00782D48" w:rsidP="00035E8E">
      <w:pPr>
        <w:pStyle w:val="PRMain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1" layoutInCell="1" allowOverlap="1" wp14:anchorId="5845562D" wp14:editId="7707F368">
                <wp:simplePos x="0" y="0"/>
                <wp:positionH relativeFrom="page">
                  <wp:posOffset>320040</wp:posOffset>
                </wp:positionH>
                <wp:positionV relativeFrom="margin">
                  <wp:posOffset>6400800</wp:posOffset>
                </wp:positionV>
                <wp:extent cx="1655064" cy="704088"/>
                <wp:effectExtent l="0" t="0" r="2540" b="127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5064" cy="7040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A272F" w14:textId="77777777" w:rsidR="00782D48" w:rsidRPr="00782D48" w:rsidRDefault="00782D48" w:rsidP="005F2A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5562D" id="Text Box 18" o:spid="_x0000_s1027" type="#_x0000_t202" style="position:absolute;margin-left:25.2pt;margin-top:7in;width:130.3pt;height:55.45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" filled="f" stroked="f" strokeweight=".5pt">
                <v:textbox inset="0,0,0,0">
                  <w:txbxContent>
                    <w:p w14:paraId="460A272F" w14:textId="77777777" w:rsidR="00782D48" w:rsidRPr="00782D48" w:rsidRDefault="00782D48" w:rsidP="005F2A62">
                      <w:pPr>
                        <w:jc w:val="center"/>
                      </w:pPr>
                    </w:p>
                  </w:txbxContent>
                </v:textbox>
                <w10:wrap anchorx="page" anchory="margin"/>
                <w10:anchorlock/>
              </v:shape>
            </w:pict>
          </mc:Fallback>
        </mc:AlternateContent>
      </w:r>
      <w:proofErr w:type="spellStart"/>
      <w:r w:rsidR="00C34FCA" w:rsidRPr="00035E8E">
        <w:t>deleniti</w:t>
      </w:r>
      <w:proofErr w:type="spellEnd"/>
      <w:r w:rsidR="00C34FCA" w:rsidRPr="00035E8E">
        <w:t xml:space="preserve"> </w:t>
      </w:r>
      <w:proofErr w:type="spellStart"/>
      <w:r w:rsidR="00C34FCA" w:rsidRPr="00035E8E">
        <w:t>atque</w:t>
      </w:r>
      <w:proofErr w:type="spellEnd"/>
      <w:r w:rsidR="00C34FCA" w:rsidRPr="00035E8E">
        <w:t xml:space="preserve"> </w:t>
      </w:r>
      <w:proofErr w:type="spellStart"/>
      <w:r w:rsidR="00C34FCA" w:rsidRPr="00035E8E">
        <w:t>corrupti</w:t>
      </w:r>
      <w:proofErr w:type="spellEnd"/>
      <w:r w:rsidR="00C34FCA" w:rsidRPr="00035E8E">
        <w:t xml:space="preserve"> quos </w:t>
      </w:r>
      <w:proofErr w:type="spellStart"/>
      <w:r w:rsidR="00C34FCA" w:rsidRPr="00035E8E">
        <w:t>dolores</w:t>
      </w:r>
      <w:proofErr w:type="spellEnd"/>
      <w:r w:rsidR="00C34FCA" w:rsidRPr="00035E8E">
        <w:t xml:space="preserve"> et </w:t>
      </w:r>
      <w:proofErr w:type="spellStart"/>
      <w:r w:rsidR="00C34FCA" w:rsidRPr="00035E8E">
        <w:t>quas</w:t>
      </w:r>
      <w:proofErr w:type="spellEnd"/>
      <w:r w:rsidR="00C34FCA" w:rsidRPr="00035E8E">
        <w:t xml:space="preserve"> </w:t>
      </w:r>
      <w:proofErr w:type="spellStart"/>
      <w:r w:rsidR="00C34FCA" w:rsidRPr="00035E8E">
        <w:t>molestias</w:t>
      </w:r>
      <w:proofErr w:type="spellEnd"/>
      <w:r w:rsidR="00C34FCA" w:rsidRPr="00035E8E">
        <w:t xml:space="preserve"> </w:t>
      </w:r>
      <w:proofErr w:type="spellStart"/>
      <w:r w:rsidR="00C34FCA" w:rsidRPr="00035E8E">
        <w:t>excepturi</w:t>
      </w:r>
      <w:proofErr w:type="spellEnd"/>
      <w:r w:rsidR="00C34FCA" w:rsidRPr="00035E8E">
        <w:t xml:space="preserve"> </w:t>
      </w:r>
      <w:proofErr w:type="spellStart"/>
      <w:r w:rsidR="00C34FCA" w:rsidRPr="00035E8E">
        <w:t>sint</w:t>
      </w:r>
      <w:proofErr w:type="spellEnd"/>
      <w:r w:rsidR="00C34FCA" w:rsidRPr="00035E8E">
        <w:t xml:space="preserve"> </w:t>
      </w:r>
      <w:proofErr w:type="spellStart"/>
      <w:r w:rsidR="00C34FCA" w:rsidRPr="00035E8E">
        <w:t>occaecati</w:t>
      </w:r>
      <w:proofErr w:type="spellEnd"/>
      <w:r w:rsidR="00C34FCA" w:rsidRPr="00035E8E">
        <w:t xml:space="preserve"> </w:t>
      </w:r>
      <w:proofErr w:type="spellStart"/>
      <w:r w:rsidR="00C34FCA" w:rsidRPr="00035E8E">
        <w:t>cupiditate</w:t>
      </w:r>
      <w:proofErr w:type="spellEnd"/>
      <w:r w:rsidR="00C34FCA" w:rsidRPr="00035E8E">
        <w:t xml:space="preserve"> non provident, </w:t>
      </w:r>
      <w:proofErr w:type="spellStart"/>
      <w:r w:rsidR="00C34FCA" w:rsidRPr="00035E8E">
        <w:t>similique</w:t>
      </w:r>
      <w:proofErr w:type="spellEnd"/>
      <w:r w:rsidR="00C34FCA" w:rsidRPr="00035E8E">
        <w:t xml:space="preserve"> sunt in culpa qui </w:t>
      </w:r>
      <w:proofErr w:type="spellStart"/>
      <w:r w:rsidR="00C34FCA" w:rsidRPr="00035E8E">
        <w:t>officia</w:t>
      </w:r>
      <w:proofErr w:type="spellEnd"/>
      <w:r w:rsidR="00C34FCA" w:rsidRPr="00035E8E">
        <w:t xml:space="preserve"> </w:t>
      </w:r>
      <w:proofErr w:type="spellStart"/>
      <w:r w:rsidR="00C34FCA" w:rsidRPr="00035E8E">
        <w:t>deserunt</w:t>
      </w:r>
      <w:proofErr w:type="spellEnd"/>
      <w:r w:rsidR="00C34FCA" w:rsidRPr="00035E8E">
        <w:t xml:space="preserve"> </w:t>
      </w:r>
      <w:proofErr w:type="spellStart"/>
      <w:r w:rsidR="00C34FCA" w:rsidRPr="00035E8E">
        <w:t>mollitia</w:t>
      </w:r>
      <w:proofErr w:type="spellEnd"/>
      <w:r w:rsidR="00C34FCA" w:rsidRPr="00035E8E">
        <w:t xml:space="preserve"> animi, id </w:t>
      </w:r>
      <w:proofErr w:type="spellStart"/>
      <w:r w:rsidR="00C34FCA" w:rsidRPr="00035E8E">
        <w:t>est</w:t>
      </w:r>
      <w:proofErr w:type="spellEnd"/>
      <w:r w:rsidR="00C34FCA" w:rsidRPr="00035E8E">
        <w:t xml:space="preserve"> </w:t>
      </w:r>
      <w:proofErr w:type="spellStart"/>
      <w:r w:rsidR="00C34FCA" w:rsidRPr="00035E8E">
        <w:t>laborum</w:t>
      </w:r>
      <w:proofErr w:type="spellEnd"/>
      <w:r w:rsidR="00C34FCA" w:rsidRPr="00035E8E">
        <w:t xml:space="preserve"> et </w:t>
      </w:r>
      <w:proofErr w:type="spellStart"/>
      <w:r w:rsidR="00C34FCA" w:rsidRPr="00035E8E">
        <w:t>dolorum</w:t>
      </w:r>
      <w:proofErr w:type="spellEnd"/>
      <w:r w:rsidR="00C34FCA" w:rsidRPr="00035E8E">
        <w:t xml:space="preserve"> </w:t>
      </w:r>
      <w:proofErr w:type="spellStart"/>
      <w:r w:rsidR="00C34FCA" w:rsidRPr="00035E8E">
        <w:t>fuga</w:t>
      </w:r>
      <w:proofErr w:type="spellEnd"/>
      <w:r w:rsidR="00C34FCA" w:rsidRPr="00035E8E">
        <w:t>. Et</w:t>
      </w:r>
      <w:r w:rsidR="00C34FCA" w:rsidRPr="000935E8">
        <w:t xml:space="preserve"> </w:t>
      </w:r>
      <w:proofErr w:type="spellStart"/>
      <w:r w:rsidR="00C34FCA" w:rsidRPr="000935E8">
        <w:t>harum</w:t>
      </w:r>
      <w:proofErr w:type="spellEnd"/>
      <w:r w:rsidR="00C34FCA" w:rsidRPr="000935E8">
        <w:t xml:space="preserve"> </w:t>
      </w:r>
      <w:proofErr w:type="spellStart"/>
      <w:r w:rsidR="00C34FCA" w:rsidRPr="000935E8">
        <w:t>quidem</w:t>
      </w:r>
      <w:proofErr w:type="spellEnd"/>
      <w:r w:rsidR="00C34FCA" w:rsidRPr="000935E8">
        <w:t xml:space="preserve"> rerum facilis </w:t>
      </w:r>
      <w:proofErr w:type="spellStart"/>
      <w:r w:rsidR="00C34FCA" w:rsidRPr="000935E8">
        <w:t>est</w:t>
      </w:r>
      <w:proofErr w:type="spellEnd"/>
      <w:r w:rsidR="00C34FCA" w:rsidRPr="000935E8">
        <w:t xml:space="preserve"> et </w:t>
      </w:r>
      <w:proofErr w:type="spellStart"/>
      <w:r w:rsidR="00926DA2">
        <w:t>expedita</w:t>
      </w:r>
      <w:proofErr w:type="spellEnd"/>
      <w:r w:rsidR="00926DA2">
        <w:t xml:space="preserve"> </w:t>
      </w:r>
      <w:proofErr w:type="spellStart"/>
      <w:r w:rsidR="00926DA2">
        <w:t>distinctio</w:t>
      </w:r>
      <w:proofErr w:type="spellEnd"/>
      <w:r w:rsidR="00926DA2">
        <w:t>. Nam libero.</w:t>
      </w:r>
    </w:p>
    <w:p w14:paraId="6A38E815" w14:textId="5A5802E3" w:rsidR="00914564" w:rsidRPr="00020064" w:rsidRDefault="00914564" w:rsidP="00020064">
      <w:pPr>
        <w:shd w:val="clear" w:color="auto" w:fill="FFFFFF"/>
        <w:spacing w:after="300"/>
        <w:rPr>
          <w:rFonts w:ascii="Arial" w:eastAsia="Times New Roman" w:hAnsi="Arial" w:cs="Arial"/>
          <w:color w:val="1D1D26"/>
          <w:spacing w:val="5"/>
          <w:sz w:val="27"/>
          <w:szCs w:val="27"/>
          <w:lang w:bidi="km-KH"/>
        </w:rPr>
      </w:pPr>
    </w:p>
    <w:sectPr w:rsidR="00914564" w:rsidRPr="00020064" w:rsidSect="00CE55D6">
      <w:headerReference w:type="default" r:id="rId11"/>
      <w:footerReference w:type="default" r:id="rId12"/>
      <w:type w:val="continuous"/>
      <w:pgSz w:w="12240" w:h="15840" w:code="1"/>
      <w:pgMar w:top="3240" w:right="576" w:bottom="720" w:left="3816" w:header="288" w:footer="14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EFE06" w14:textId="77777777" w:rsidR="00A246B1" w:rsidRDefault="00A246B1" w:rsidP="000D0D73">
      <w:r>
        <w:separator/>
      </w:r>
    </w:p>
  </w:endnote>
  <w:endnote w:type="continuationSeparator" w:id="0">
    <w:p w14:paraId="3F4D8562" w14:textId="77777777" w:rsidR="00A246B1" w:rsidRDefault="00A246B1" w:rsidP="000D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CF45BB1A-B7FF-4EF6-B6EE-FD76D84FBC2E}"/>
    <w:embedBold r:id="rId2" w:fontKey="{12C92AB2-F94E-409F-BBCE-A7C89D833C22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DE51B" w14:textId="77777777" w:rsidR="000D0D73" w:rsidRPr="00241A8A" w:rsidRDefault="000D0D73" w:rsidP="005F2A62">
    <w:pPr>
      <w:widowControl w:val="0"/>
      <w:autoSpaceDE w:val="0"/>
      <w:autoSpaceDN w:val="0"/>
      <w:adjustRightInd w:val="0"/>
      <w:spacing w:line="220" w:lineRule="atLeast"/>
      <w:textAlignment w:val="center"/>
      <w:rPr>
        <w:color w:val="FFFFFF" w:themeColor="background1"/>
      </w:rPr>
    </w:pPr>
    <w:r w:rsidRPr="00241A8A">
      <w:rPr>
        <w:rFonts w:ascii="Arial" w:hAnsi="Arial" w:cs="Arial"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69EA540A" wp14:editId="5DA6E377">
              <wp:simplePos x="0" y="0"/>
              <wp:positionH relativeFrom="page">
                <wp:posOffset>365760</wp:posOffset>
              </wp:positionH>
              <wp:positionV relativeFrom="bottomMargin">
                <wp:posOffset>182880</wp:posOffset>
              </wp:positionV>
              <wp:extent cx="6995160" cy="320040"/>
              <wp:effectExtent l="0" t="0" r="0" b="3810"/>
              <wp:wrapSquare wrapText="bothSides"/>
              <wp:docPr id="29" name="Process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5160" cy="320040"/>
                      </a:xfrm>
                      <a:prstGeom prst="flowChartProcess">
                        <a:avLst/>
                      </a:prstGeom>
                      <a:solidFill>
                        <a:srgbClr val="003A5D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F5D538" w14:textId="7933FC03" w:rsidR="007E2329" w:rsidRDefault="00020064" w:rsidP="003B6B86">
                          <w:pPr>
                            <w:pStyle w:val="PRFooterAddressInfo"/>
                          </w:pPr>
                          <w:r>
                            <w:t xml:space="preserve">100 </w:t>
                          </w:r>
                          <w:proofErr w:type="spellStart"/>
                          <w:r>
                            <w:t>TradeCenter</w:t>
                          </w:r>
                          <w:proofErr w:type="spellEnd"/>
                          <w:r>
                            <w:t>, Suite G100</w:t>
                          </w:r>
                          <w:r w:rsidR="00120DB1" w:rsidRPr="00120DB1">
                            <w:t xml:space="preserve">  </w:t>
                          </w:r>
                          <w:r w:rsidR="00120DB1" w:rsidRPr="00120DB1">
                            <w:rPr>
                              <w:color w:val="FFC000"/>
                            </w:rPr>
                            <w:t>•</w:t>
                          </w:r>
                          <w:r w:rsidR="00120DB1" w:rsidRPr="00120DB1">
                            <w:t xml:space="preserve">  </w:t>
                          </w:r>
                          <w:r>
                            <w:t>Woburn</w:t>
                          </w:r>
                          <w:r w:rsidR="008D6EEC">
                            <w:t>, MA 0</w:t>
                          </w:r>
                          <w:r>
                            <w:t>1801</w:t>
                          </w:r>
                          <w:r w:rsidR="00120DB1" w:rsidRPr="00120DB1">
                            <w:t xml:space="preserve"> </w:t>
                          </w:r>
                          <w:r w:rsidR="00120DB1" w:rsidRPr="00120DB1">
                            <w:rPr>
                              <w:color w:val="FFC000"/>
                            </w:rPr>
                            <w:t xml:space="preserve"> •  </w:t>
                          </w:r>
                          <w:r>
                            <w:t>781</w:t>
                          </w:r>
                          <w:r w:rsidR="008D6EEC">
                            <w:t>.</w:t>
                          </w:r>
                          <w:r>
                            <w:t>932</w:t>
                          </w:r>
                          <w:r w:rsidR="008D6EEC">
                            <w:t>.</w:t>
                          </w:r>
                          <w:r>
                            <w:t>5500</w:t>
                          </w:r>
                          <w:r w:rsidR="00914564">
                            <w:t xml:space="preserve"> </w:t>
                          </w:r>
                          <w:r w:rsidR="00410B2F" w:rsidRPr="00410B2F">
                            <w:t xml:space="preserve"> </w:t>
                          </w:r>
                          <w:r w:rsidR="00120DB1" w:rsidRPr="00120DB1">
                            <w:rPr>
                              <w:color w:val="FFC000"/>
                            </w:rPr>
                            <w:t xml:space="preserve">•  </w:t>
                          </w:r>
                          <w:r w:rsidR="0003267C">
                            <w:t>www.</w:t>
                          </w:r>
                          <w:r w:rsidR="005517A9">
                            <w:t>m</w:t>
                          </w:r>
                          <w:r w:rsidR="001D159B">
                            <w:t>ass</w:t>
                          </w:r>
                          <w:r w:rsidR="005517A9">
                            <w:t>h</w:t>
                          </w:r>
                          <w:r w:rsidR="001D159B">
                            <w:t>ire</w:t>
                          </w:r>
                          <w:r w:rsidR="005517A9">
                            <w:t>mncareers</w:t>
                          </w:r>
                          <w:r w:rsidR="0003267C">
                            <w:t>.</w:t>
                          </w:r>
                          <w:r w:rsidR="005517A9">
                            <w:t>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7432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9EA540A" id="_x0000_t109" coordsize="21600,21600" o:spt="109" path="m,l,21600r21600,l21600,xe">
              <v:stroke joinstyle="miter"/>
              <v:path gradientshapeok="t" o:connecttype="rect"/>
            </v:shapetype>
            <v:shape id="Process 29" o:spid="_x0000_s1029" type="#_x0000_t109" style="position:absolute;margin-left:28.8pt;margin-top:14.4pt;width:550.8pt;height:25.2pt;z-index:25166233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bottom-margin-area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" fillcolor="#003a5d" stroked="f">
              <v:textbox inset="0,0,0,2.16pt">
                <w:txbxContent>
                  <w:p w14:paraId="61F5D538" w14:textId="7933FC03" w:rsidR="007E2329" w:rsidRDefault="00020064" w:rsidP="003B6B86">
                    <w:pPr>
                      <w:pStyle w:val="PRFooterAddressInfo"/>
                    </w:pPr>
                    <w:r>
                      <w:t xml:space="preserve">100 </w:t>
                    </w:r>
                    <w:proofErr w:type="spellStart"/>
                    <w:r>
                      <w:t>TradeCenter</w:t>
                    </w:r>
                    <w:proofErr w:type="spellEnd"/>
                    <w:r>
                      <w:t>, Suite G100</w:t>
                    </w:r>
                    <w:r w:rsidR="00120DB1" w:rsidRPr="00120DB1">
                      <w:t xml:space="preserve">  </w:t>
                    </w:r>
                    <w:r w:rsidR="00120DB1" w:rsidRPr="00120DB1">
                      <w:rPr>
                        <w:color w:val="FFC000"/>
                      </w:rPr>
                      <w:t>•</w:t>
                    </w:r>
                    <w:r w:rsidR="00120DB1" w:rsidRPr="00120DB1">
                      <w:t xml:space="preserve">  </w:t>
                    </w:r>
                    <w:r>
                      <w:t>Woburn</w:t>
                    </w:r>
                    <w:r w:rsidR="008D6EEC">
                      <w:t>, MA 0</w:t>
                    </w:r>
                    <w:r>
                      <w:t>1801</w:t>
                    </w:r>
                    <w:r w:rsidR="00120DB1" w:rsidRPr="00120DB1">
                      <w:t xml:space="preserve"> </w:t>
                    </w:r>
                    <w:r w:rsidR="00120DB1" w:rsidRPr="00120DB1">
                      <w:rPr>
                        <w:color w:val="FFC000"/>
                      </w:rPr>
                      <w:t xml:space="preserve"> •  </w:t>
                    </w:r>
                    <w:r>
                      <w:t>781</w:t>
                    </w:r>
                    <w:r w:rsidR="008D6EEC">
                      <w:t>.</w:t>
                    </w:r>
                    <w:r>
                      <w:t>932</w:t>
                    </w:r>
                    <w:r w:rsidR="008D6EEC">
                      <w:t>.</w:t>
                    </w:r>
                    <w:r>
                      <w:t>5500</w:t>
                    </w:r>
                    <w:r w:rsidR="00914564">
                      <w:t xml:space="preserve"> </w:t>
                    </w:r>
                    <w:r w:rsidR="00410B2F" w:rsidRPr="00410B2F">
                      <w:t xml:space="preserve"> </w:t>
                    </w:r>
                    <w:r w:rsidR="00120DB1" w:rsidRPr="00120DB1">
                      <w:rPr>
                        <w:color w:val="FFC000"/>
                      </w:rPr>
                      <w:t xml:space="preserve">•  </w:t>
                    </w:r>
                    <w:r w:rsidR="0003267C">
                      <w:t>www.</w:t>
                    </w:r>
                    <w:r w:rsidR="005517A9">
                      <w:t>m</w:t>
                    </w:r>
                    <w:r w:rsidR="001D159B">
                      <w:t>ass</w:t>
                    </w:r>
                    <w:r w:rsidR="005517A9">
                      <w:t>h</w:t>
                    </w:r>
                    <w:r w:rsidR="001D159B">
                      <w:t>ire</w:t>
                    </w:r>
                    <w:r w:rsidR="005517A9">
                      <w:t>mncareers</w:t>
                    </w:r>
                    <w:r w:rsidR="0003267C">
                      <w:t>.</w:t>
                    </w:r>
                    <w:r w:rsidR="005517A9">
                      <w:t>com</w:t>
                    </w:r>
                  </w:p>
                </w:txbxContent>
              </v:textbox>
              <w10:wrap type="square" anchorx="page" anchory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71EC3" w14:textId="77777777" w:rsidR="00A246B1" w:rsidRDefault="00A246B1" w:rsidP="000D0D73">
      <w:r>
        <w:separator/>
      </w:r>
    </w:p>
  </w:footnote>
  <w:footnote w:type="continuationSeparator" w:id="0">
    <w:p w14:paraId="75E04138" w14:textId="77777777" w:rsidR="00A246B1" w:rsidRDefault="00A246B1" w:rsidP="000D0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F4C2E" w14:textId="77777777" w:rsidR="00C124FC" w:rsidRDefault="008D6EEC" w:rsidP="00C124FC">
    <w:pPr>
      <w:ind w:left="-2160"/>
    </w:pPr>
    <w:r>
      <w:rPr>
        <w:noProof/>
      </w:rPr>
      <w:drawing>
        <wp:anchor distT="0" distB="0" distL="114300" distR="114300" simplePos="0" relativeHeight="251664384" behindDoc="1" locked="0" layoutInCell="1" allowOverlap="1" wp14:anchorId="7AB1ACCF" wp14:editId="0D3F8587">
          <wp:simplePos x="0" y="0"/>
          <wp:positionH relativeFrom="column">
            <wp:posOffset>-2031175</wp:posOffset>
          </wp:positionH>
          <wp:positionV relativeFrom="paragraph">
            <wp:posOffset>-76835</wp:posOffset>
          </wp:positionV>
          <wp:extent cx="6221140" cy="1911928"/>
          <wp:effectExtent l="0" t="0" r="0" b="0"/>
          <wp:wrapNone/>
          <wp:docPr id="1" name="Picture 1" descr="C:\Users\marina.r.zhavoronkov\Desktop\Board Logos\Workforce_MetroNorth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na.r.zhavoronkov\Desktop\Board Logos\Workforce_MetroNorth_CMY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1140" cy="19119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2738" w:rsidRPr="00D52F52">
      <w:rPr>
        <w:rStyle w:val="PRContactCAPSChar"/>
        <w:noProof/>
      </w:rPr>
      <mc:AlternateContent>
        <mc:Choice Requires="wps">
          <w:drawing>
            <wp:anchor distT="0" distB="0" distL="0" distR="0" simplePos="0" relativeHeight="251661312" behindDoc="1" locked="1" layoutInCell="1" allowOverlap="0" wp14:anchorId="58F24284" wp14:editId="60EE9DD0">
              <wp:simplePos x="0" y="0"/>
              <wp:positionH relativeFrom="page">
                <wp:posOffset>2167890</wp:posOffset>
              </wp:positionH>
              <wp:positionV relativeFrom="page">
                <wp:posOffset>2035175</wp:posOffset>
              </wp:positionV>
              <wp:extent cx="0" cy="7315200"/>
              <wp:effectExtent l="0" t="0" r="19050" b="19050"/>
              <wp:wrapTight wrapText="bothSides">
                <wp:wrapPolygon edited="0">
                  <wp:start x="-1" y="0"/>
                  <wp:lineTo x="-1" y="21600"/>
                  <wp:lineTo x="-1" y="21600"/>
                  <wp:lineTo x="-1" y="0"/>
                  <wp:lineTo x="-1" y="0"/>
                </wp:wrapPolygon>
              </wp:wrapTight>
              <wp:docPr id="15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315200"/>
                      </a:xfrm>
                      <a:prstGeom prst="line">
                        <a:avLst/>
                      </a:prstGeom>
                      <a:ln w="25400">
                        <a:solidFill>
                          <a:srgbClr val="FDB525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8CBAC2" id="Straight Connector 15" o:spid="_x0000_s1026" style="position:absolute;z-index:-25165516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" from="170.7pt,160.25pt" to="170.7pt,7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" o:allowoverlap="f" strokecolor="#fdb525" strokeweight="2pt">
              <w10:wrap type="tight" anchorx="page" anchory="page"/>
              <w10:anchorlock/>
            </v:line>
          </w:pict>
        </mc:Fallback>
      </mc:AlternateContent>
    </w:r>
    <w:r w:rsidR="00C124FC">
      <w:rPr>
        <w:noProof/>
      </w:rPr>
      <mc:AlternateContent>
        <mc:Choice Requires="wps">
          <w:drawing>
            <wp:anchor distT="0" distB="0" distL="0" distR="0" simplePos="0" relativeHeight="251659264" behindDoc="1" locked="1" layoutInCell="1" allowOverlap="0" wp14:anchorId="3D2928ED" wp14:editId="6F13E94E">
              <wp:simplePos x="0" y="0"/>
              <wp:positionH relativeFrom="margin">
                <wp:posOffset>-45720</wp:posOffset>
              </wp:positionH>
              <wp:positionV relativeFrom="page">
                <wp:posOffset>1500505</wp:posOffset>
              </wp:positionV>
              <wp:extent cx="5029200" cy="274320"/>
              <wp:effectExtent l="0" t="0" r="0" b="0"/>
              <wp:wrapTight wrapText="bothSides">
                <wp:wrapPolygon edited="0">
                  <wp:start x="0" y="0"/>
                  <wp:lineTo x="0" y="19500"/>
                  <wp:lineTo x="21518" y="19500"/>
                  <wp:lineTo x="21518" y="0"/>
                  <wp:lineTo x="0" y="0"/>
                </wp:wrapPolygon>
              </wp:wrapTight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9200" cy="274320"/>
                      </a:xfrm>
                      <a:prstGeom prst="rect">
                        <a:avLst/>
                      </a:prstGeom>
                      <a:solidFill>
                        <a:srgbClr val="003A5D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6A056B" w14:textId="77777777" w:rsidR="00C124FC" w:rsidRPr="00C51A08" w:rsidRDefault="00C124FC" w:rsidP="00C124FC">
                          <w:pPr>
                            <w:pStyle w:val="PRESSRELEASE"/>
                            <w:rPr>
                              <w:sz w:val="32"/>
                            </w:rPr>
                          </w:pPr>
                          <w:r w:rsidRPr="00C51A08">
                            <w:rPr>
                              <w:sz w:val="32"/>
                            </w:rPr>
                            <w:t>Press Release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13716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2928ED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left:0;text-align:left;margin-left:-3.6pt;margin-top:118.15pt;width:396pt;height:21.6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" o:allowoverlap="f" fillcolor="#003a5d" stroked="f" strokeweight=".5pt">
              <v:textbox inset="0,0,10.8pt,0">
                <w:txbxContent>
                  <w:p w14:paraId="576A056B" w14:textId="77777777" w:rsidR="00C124FC" w:rsidRPr="00C51A08" w:rsidRDefault="00C124FC" w:rsidP="00C124FC">
                    <w:pPr>
                      <w:pStyle w:val="PRESSRELEASE"/>
                      <w:rPr>
                        <w:sz w:val="32"/>
                      </w:rPr>
                    </w:pPr>
                    <w:r w:rsidRPr="00C51A08">
                      <w:rPr>
                        <w:sz w:val="32"/>
                      </w:rPr>
                      <w:t>Press Release</w:t>
                    </w:r>
                  </w:p>
                </w:txbxContent>
              </v:textbox>
              <w10:wrap type="tight"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5DC9C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A42842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48CD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B248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636D55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9EEF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601F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8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540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3C7A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F715D"/>
    <w:multiLevelType w:val="hybridMultilevel"/>
    <w:tmpl w:val="7ACA151E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053376"/>
    <w:multiLevelType w:val="hybridMultilevel"/>
    <w:tmpl w:val="E5EE8B34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80B34"/>
    <w:multiLevelType w:val="hybridMultilevel"/>
    <w:tmpl w:val="671AD86A"/>
    <w:lvl w:ilvl="0" w:tplc="4FFABE0C">
      <w:start w:val="1"/>
      <w:numFmt w:val="bullet"/>
      <w:pStyle w:val="PRBullets"/>
      <w:lvlText w:val=""/>
      <w:lvlJc w:val="left"/>
      <w:pPr>
        <w:ind w:left="1080" w:hanging="360"/>
      </w:pPr>
      <w:rPr>
        <w:rFonts w:ascii="Symbol" w:hAnsi="Symbol" w:hint="default"/>
        <w:caps w:val="0"/>
        <w:strike w:val="0"/>
        <w:dstrike w:val="0"/>
        <w:vanish w:val="0"/>
        <w:color w:val="003A5D"/>
        <w:sz w:val="2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 w15:restartNumberingAfterBreak="0">
    <w:nsid w:val="0AB147A7"/>
    <w:multiLevelType w:val="hybridMultilevel"/>
    <w:tmpl w:val="10668CF4"/>
    <w:lvl w:ilvl="0" w:tplc="F372260C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C00214"/>
    <w:multiLevelType w:val="hybridMultilevel"/>
    <w:tmpl w:val="ADC0554A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37B8D"/>
    <w:multiLevelType w:val="hybridMultilevel"/>
    <w:tmpl w:val="49AA55B8"/>
    <w:lvl w:ilvl="0" w:tplc="0270FB32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28A62EB0"/>
    <w:multiLevelType w:val="hybridMultilevel"/>
    <w:tmpl w:val="8CD07E10"/>
    <w:lvl w:ilvl="0" w:tplc="209A2492">
      <w:start w:val="1"/>
      <w:numFmt w:val="bullet"/>
      <w:lvlText w:val=""/>
      <w:lvlJc w:val="left"/>
      <w:pPr>
        <w:tabs>
          <w:tab w:val="num" w:pos="684"/>
        </w:tabs>
        <w:ind w:left="612" w:hanging="25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2DF83330"/>
    <w:multiLevelType w:val="hybridMultilevel"/>
    <w:tmpl w:val="EAF450AC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6817D2"/>
    <w:multiLevelType w:val="hybridMultilevel"/>
    <w:tmpl w:val="0094A930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EA4CC8"/>
    <w:multiLevelType w:val="hybridMultilevel"/>
    <w:tmpl w:val="C8BEC80C"/>
    <w:lvl w:ilvl="0" w:tplc="C682DE0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58947ED1"/>
    <w:multiLevelType w:val="hybridMultilevel"/>
    <w:tmpl w:val="DEC6D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36390"/>
    <w:multiLevelType w:val="multilevel"/>
    <w:tmpl w:val="5E7AF7A2"/>
    <w:lvl w:ilvl="0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6CA41020"/>
    <w:multiLevelType w:val="hybridMultilevel"/>
    <w:tmpl w:val="B4084EF8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033A67"/>
    <w:multiLevelType w:val="hybridMultilevel"/>
    <w:tmpl w:val="5E7AF7A2"/>
    <w:lvl w:ilvl="0" w:tplc="F372260C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3"/>
  </w:num>
  <w:num w:numId="4">
    <w:abstractNumId w:val="13"/>
  </w:num>
  <w:num w:numId="5">
    <w:abstractNumId w:val="10"/>
  </w:num>
  <w:num w:numId="6">
    <w:abstractNumId w:val="14"/>
  </w:num>
  <w:num w:numId="7">
    <w:abstractNumId w:val="20"/>
  </w:num>
  <w:num w:numId="8">
    <w:abstractNumId w:val="11"/>
  </w:num>
  <w:num w:numId="9">
    <w:abstractNumId w:val="21"/>
  </w:num>
  <w:num w:numId="10">
    <w:abstractNumId w:val="19"/>
  </w:num>
  <w:num w:numId="11">
    <w:abstractNumId w:val="22"/>
  </w:num>
  <w:num w:numId="12">
    <w:abstractNumId w:val="17"/>
  </w:num>
  <w:num w:numId="13">
    <w:abstractNumId w:val="18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2"/>
  </w:num>
  <w:num w:numId="25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TrueTypeFonts/>
  <w:saveSubsetFont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suppressBottomSpacing/>
    <w:suppressTop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11E3"/>
    <w:rsid w:val="00017B8E"/>
    <w:rsid w:val="00020064"/>
    <w:rsid w:val="0003267C"/>
    <w:rsid w:val="00035E8E"/>
    <w:rsid w:val="000434EF"/>
    <w:rsid w:val="000935E8"/>
    <w:rsid w:val="000A3D2E"/>
    <w:rsid w:val="000D0D73"/>
    <w:rsid w:val="000D6839"/>
    <w:rsid w:val="000E528F"/>
    <w:rsid w:val="00120D0D"/>
    <w:rsid w:val="00120DB1"/>
    <w:rsid w:val="00137EF5"/>
    <w:rsid w:val="00164906"/>
    <w:rsid w:val="00184872"/>
    <w:rsid w:val="001D0E28"/>
    <w:rsid w:val="001D159B"/>
    <w:rsid w:val="002013ED"/>
    <w:rsid w:val="00201DDF"/>
    <w:rsid w:val="0020207D"/>
    <w:rsid w:val="002162F5"/>
    <w:rsid w:val="00241A8A"/>
    <w:rsid w:val="00246E9F"/>
    <w:rsid w:val="00255438"/>
    <w:rsid w:val="002673FF"/>
    <w:rsid w:val="00275CA9"/>
    <w:rsid w:val="00281E17"/>
    <w:rsid w:val="002A0642"/>
    <w:rsid w:val="002E1300"/>
    <w:rsid w:val="002E570E"/>
    <w:rsid w:val="002F6636"/>
    <w:rsid w:val="0030487D"/>
    <w:rsid w:val="0031129B"/>
    <w:rsid w:val="00352E6B"/>
    <w:rsid w:val="003B6B86"/>
    <w:rsid w:val="003C2CE2"/>
    <w:rsid w:val="003C708C"/>
    <w:rsid w:val="003D33DE"/>
    <w:rsid w:val="003D599B"/>
    <w:rsid w:val="003E197E"/>
    <w:rsid w:val="00410B2F"/>
    <w:rsid w:val="00417842"/>
    <w:rsid w:val="00461A27"/>
    <w:rsid w:val="00471F82"/>
    <w:rsid w:val="004861D7"/>
    <w:rsid w:val="00495208"/>
    <w:rsid w:val="00497181"/>
    <w:rsid w:val="004A109D"/>
    <w:rsid w:val="004B4D3F"/>
    <w:rsid w:val="004C04B5"/>
    <w:rsid w:val="004C121B"/>
    <w:rsid w:val="004C7895"/>
    <w:rsid w:val="004F1EF6"/>
    <w:rsid w:val="004F3180"/>
    <w:rsid w:val="005011E3"/>
    <w:rsid w:val="00530EE4"/>
    <w:rsid w:val="00534D82"/>
    <w:rsid w:val="005517A9"/>
    <w:rsid w:val="0057496A"/>
    <w:rsid w:val="005B71F1"/>
    <w:rsid w:val="005C0C16"/>
    <w:rsid w:val="005D4231"/>
    <w:rsid w:val="005F2A62"/>
    <w:rsid w:val="005F6E18"/>
    <w:rsid w:val="0061586C"/>
    <w:rsid w:val="00625EF4"/>
    <w:rsid w:val="006506CA"/>
    <w:rsid w:val="006625ED"/>
    <w:rsid w:val="00663BEC"/>
    <w:rsid w:val="006B7BA7"/>
    <w:rsid w:val="006C1406"/>
    <w:rsid w:val="006E7506"/>
    <w:rsid w:val="006E7D3C"/>
    <w:rsid w:val="00715B60"/>
    <w:rsid w:val="00716F4A"/>
    <w:rsid w:val="007625FF"/>
    <w:rsid w:val="007740CB"/>
    <w:rsid w:val="007824E4"/>
    <w:rsid w:val="00782D48"/>
    <w:rsid w:val="007833F1"/>
    <w:rsid w:val="007A1B45"/>
    <w:rsid w:val="007D2738"/>
    <w:rsid w:val="007E2329"/>
    <w:rsid w:val="007F33ED"/>
    <w:rsid w:val="007F6C22"/>
    <w:rsid w:val="00822AB8"/>
    <w:rsid w:val="00842B37"/>
    <w:rsid w:val="00842CFA"/>
    <w:rsid w:val="00847503"/>
    <w:rsid w:val="008514FA"/>
    <w:rsid w:val="00856B8E"/>
    <w:rsid w:val="00860EDC"/>
    <w:rsid w:val="008732D5"/>
    <w:rsid w:val="00887B66"/>
    <w:rsid w:val="008A699B"/>
    <w:rsid w:val="008D6EEC"/>
    <w:rsid w:val="008F2234"/>
    <w:rsid w:val="00914564"/>
    <w:rsid w:val="00926DA2"/>
    <w:rsid w:val="00941BBA"/>
    <w:rsid w:val="00975E5A"/>
    <w:rsid w:val="009C09B5"/>
    <w:rsid w:val="009D20EB"/>
    <w:rsid w:val="00A10D08"/>
    <w:rsid w:val="00A14166"/>
    <w:rsid w:val="00A246B1"/>
    <w:rsid w:val="00A276C8"/>
    <w:rsid w:val="00A50598"/>
    <w:rsid w:val="00A615B7"/>
    <w:rsid w:val="00A711BC"/>
    <w:rsid w:val="00AA7F9A"/>
    <w:rsid w:val="00AB3050"/>
    <w:rsid w:val="00AE491D"/>
    <w:rsid w:val="00AF029B"/>
    <w:rsid w:val="00B2328C"/>
    <w:rsid w:val="00BA0179"/>
    <w:rsid w:val="00BF3EEB"/>
    <w:rsid w:val="00BF6605"/>
    <w:rsid w:val="00C0176D"/>
    <w:rsid w:val="00C04735"/>
    <w:rsid w:val="00C124FC"/>
    <w:rsid w:val="00C15E84"/>
    <w:rsid w:val="00C24B2B"/>
    <w:rsid w:val="00C26F40"/>
    <w:rsid w:val="00C31F65"/>
    <w:rsid w:val="00C343FC"/>
    <w:rsid w:val="00C34FCA"/>
    <w:rsid w:val="00C51A08"/>
    <w:rsid w:val="00CA71C8"/>
    <w:rsid w:val="00CB1697"/>
    <w:rsid w:val="00CE0211"/>
    <w:rsid w:val="00CE55D6"/>
    <w:rsid w:val="00CF3B2B"/>
    <w:rsid w:val="00D52F52"/>
    <w:rsid w:val="00D94146"/>
    <w:rsid w:val="00DE5E66"/>
    <w:rsid w:val="00DE6122"/>
    <w:rsid w:val="00E018AB"/>
    <w:rsid w:val="00E13CA7"/>
    <w:rsid w:val="00E15FBB"/>
    <w:rsid w:val="00E4140B"/>
    <w:rsid w:val="00E637A6"/>
    <w:rsid w:val="00E7507D"/>
    <w:rsid w:val="00E8035A"/>
    <w:rsid w:val="00E8272F"/>
    <w:rsid w:val="00EA5CE4"/>
    <w:rsid w:val="00EB5520"/>
    <w:rsid w:val="00F224E6"/>
    <w:rsid w:val="00F24E0B"/>
    <w:rsid w:val="00F45810"/>
    <w:rsid w:val="00F52E9B"/>
    <w:rsid w:val="00F54BA2"/>
    <w:rsid w:val="00F557AB"/>
    <w:rsid w:val="00F663CA"/>
    <w:rsid w:val="00F67C92"/>
    <w:rsid w:val="00F86D26"/>
    <w:rsid w:val="00F95EE1"/>
    <w:rsid w:val="00FA70E4"/>
    <w:rsid w:val="00FC7591"/>
    <w:rsid w:val="00FD2455"/>
    <w:rsid w:val="00FE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4553A6"/>
  <w15:docId w15:val="{57EBCD29-38BB-46F1-9CCD-886BBA628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8AB"/>
  </w:style>
  <w:style w:type="paragraph" w:styleId="Heading1">
    <w:name w:val="heading 1"/>
    <w:basedOn w:val="Normal"/>
    <w:next w:val="Normal"/>
    <w:link w:val="Heading1Char"/>
    <w:uiPriority w:val="9"/>
    <w:qFormat/>
    <w:rsid w:val="00975E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4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4E4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224E6"/>
    <w:rPr>
      <w:color w:val="800080" w:themeColor="followedHyperlink"/>
      <w:u w:val="single"/>
    </w:rPr>
  </w:style>
  <w:style w:type="paragraph" w:customStyle="1" w:styleId="PRMainText">
    <w:name w:val="PR_Main Text"/>
    <w:basedOn w:val="Normal"/>
    <w:qFormat/>
    <w:rsid w:val="00CF3B2B"/>
    <w:pPr>
      <w:keepLines/>
      <w:tabs>
        <w:tab w:val="left" w:pos="5850"/>
      </w:tabs>
      <w:spacing w:before="240" w:after="120" w:line="360" w:lineRule="auto"/>
    </w:pPr>
    <w:rPr>
      <w:rFonts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75E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RTitle">
    <w:name w:val="PR_Title"/>
    <w:basedOn w:val="PRMainText"/>
    <w:next w:val="PRMainText"/>
    <w:qFormat/>
    <w:rsid w:val="006E7D3C"/>
    <w:pPr>
      <w:spacing w:before="200" w:after="320" w:line="240" w:lineRule="auto"/>
      <w:jc w:val="center"/>
    </w:pPr>
    <w:rPr>
      <w:b/>
      <w:color w:val="auto"/>
      <w:sz w:val="40"/>
    </w:rPr>
  </w:style>
  <w:style w:type="paragraph" w:customStyle="1" w:styleId="PRForImmedRelease">
    <w:name w:val="PR_For Immed Release"/>
    <w:basedOn w:val="PRMainText"/>
    <w:next w:val="PRTitle"/>
    <w:qFormat/>
    <w:rsid w:val="00CF3B2B"/>
    <w:pPr>
      <w:spacing w:after="0" w:line="240" w:lineRule="auto"/>
      <w:jc w:val="center"/>
    </w:pPr>
    <w:rPr>
      <w:b/>
      <w:caps/>
      <w:color w:val="009877"/>
      <w:sz w:val="28"/>
    </w:rPr>
  </w:style>
  <w:style w:type="table" w:styleId="TableGrid">
    <w:name w:val="Table Grid"/>
    <w:basedOn w:val="TableNormal"/>
    <w:uiPriority w:val="59"/>
    <w:rsid w:val="00615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RELEASE">
    <w:name w:val="PRESS RELEASE"/>
    <w:basedOn w:val="Normal"/>
    <w:next w:val="PRContactInfo"/>
    <w:qFormat/>
    <w:rsid w:val="00C124FC"/>
    <w:pPr>
      <w:framePr w:wrap="around" w:vAnchor="text" w:hAnchor="text" w:xAlign="right" w:y="1"/>
      <w:contextualSpacing/>
      <w:suppressOverlap/>
      <w:jc w:val="right"/>
    </w:pPr>
    <w:rPr>
      <w:b/>
      <w:caps/>
      <w:color w:val="FFFFFF" w:themeColor="background1"/>
      <w:spacing w:val="2"/>
      <w:sz w:val="40"/>
      <w:szCs w:val="36"/>
    </w:rPr>
  </w:style>
  <w:style w:type="paragraph" w:customStyle="1" w:styleId="Graybar">
    <w:name w:val="Gray bar"/>
    <w:qFormat/>
    <w:rsid w:val="002E570E"/>
    <w:rPr>
      <w:rFonts w:cs="Arial"/>
      <w:color w:val="000000"/>
      <w:szCs w:val="20"/>
    </w:rPr>
  </w:style>
  <w:style w:type="paragraph" w:customStyle="1" w:styleId="AJClogo">
    <w:name w:val="AJC logo"/>
    <w:qFormat/>
    <w:rsid w:val="00AA7F9A"/>
    <w:pPr>
      <w:framePr w:wrap="notBeside" w:vAnchor="page" w:hAnchor="text" w:xAlign="center" w:yAlign="bottom" w:anchorLock="1"/>
      <w:spacing w:before="7560"/>
      <w:jc w:val="center"/>
    </w:pPr>
  </w:style>
  <w:style w:type="paragraph" w:customStyle="1" w:styleId="PRContactInfo">
    <w:name w:val="PR_Contact Info"/>
    <w:basedOn w:val="Normal"/>
    <w:link w:val="PRContactInfoChar"/>
    <w:qFormat/>
    <w:rsid w:val="00CF3B2B"/>
    <w:pPr>
      <w:tabs>
        <w:tab w:val="left" w:pos="1800"/>
      </w:tabs>
      <w:spacing w:after="120"/>
      <w:ind w:left="360"/>
    </w:pPr>
    <w:rPr>
      <w:rFonts w:cs="Arial"/>
      <w:color w:val="000000"/>
      <w:szCs w:val="20"/>
    </w:rPr>
  </w:style>
  <w:style w:type="paragraph" w:customStyle="1" w:styleId="PRBullets">
    <w:name w:val="PR_Bullets"/>
    <w:basedOn w:val="PRMainText"/>
    <w:qFormat/>
    <w:rsid w:val="00CF3B2B"/>
    <w:pPr>
      <w:numPr>
        <w:numId w:val="24"/>
      </w:numPr>
      <w:tabs>
        <w:tab w:val="clear" w:pos="5850"/>
      </w:tabs>
      <w:spacing w:before="0" w:after="60" w:line="240" w:lineRule="auto"/>
    </w:pPr>
  </w:style>
  <w:style w:type="paragraph" w:customStyle="1" w:styleId="PRDate">
    <w:name w:val="PR_Date"/>
    <w:basedOn w:val="PRContactInfo"/>
    <w:qFormat/>
    <w:rsid w:val="00842B37"/>
    <w:pPr>
      <w:spacing w:before="240"/>
    </w:pPr>
    <w:rPr>
      <w:caps/>
    </w:rPr>
  </w:style>
  <w:style w:type="paragraph" w:customStyle="1" w:styleId="PRContactCAPS">
    <w:name w:val="PR_Contact CAPS"/>
    <w:basedOn w:val="PRContactInfo"/>
    <w:link w:val="PRContactCAPSChar"/>
    <w:qFormat/>
    <w:rsid w:val="00CF3B2B"/>
    <w:rPr>
      <w:caps/>
    </w:rPr>
  </w:style>
  <w:style w:type="paragraph" w:customStyle="1" w:styleId="PRlogoinheader">
    <w:name w:val="PR_logo in header"/>
    <w:basedOn w:val="Normal"/>
    <w:qFormat/>
    <w:rsid w:val="008A699B"/>
    <w:pPr>
      <w:framePr w:wrap="notBeside" w:hAnchor="margin" w:yAlign="inside"/>
      <w:jc w:val="center"/>
    </w:pPr>
    <w:rPr>
      <w:noProof/>
    </w:rPr>
  </w:style>
  <w:style w:type="character" w:customStyle="1" w:styleId="PRContactInfoChar">
    <w:name w:val="PR_Contact Info Char"/>
    <w:basedOn w:val="DefaultParagraphFont"/>
    <w:link w:val="PRContactInfo"/>
    <w:rsid w:val="00CF3B2B"/>
    <w:rPr>
      <w:rFonts w:cs="Arial"/>
      <w:color w:val="000000"/>
      <w:szCs w:val="20"/>
    </w:rPr>
  </w:style>
  <w:style w:type="character" w:customStyle="1" w:styleId="PRContactCAPSChar">
    <w:name w:val="PR_Contact CAPS Char"/>
    <w:basedOn w:val="PRContactInfoChar"/>
    <w:link w:val="PRContactCAPS"/>
    <w:rsid w:val="00CF3B2B"/>
    <w:rPr>
      <w:rFonts w:cs="Arial"/>
      <w:caps/>
      <w:color w:val="000000"/>
      <w:szCs w:val="20"/>
    </w:rPr>
  </w:style>
  <w:style w:type="paragraph" w:customStyle="1" w:styleId="PRFooterAddressInfo">
    <w:name w:val="PR_Footer Address Info"/>
    <w:basedOn w:val="Normal"/>
    <w:qFormat/>
    <w:rsid w:val="00715B60"/>
    <w:pPr>
      <w:tabs>
        <w:tab w:val="center" w:pos="4320"/>
        <w:tab w:val="right" w:pos="8640"/>
      </w:tabs>
      <w:spacing w:line="200" w:lineRule="exact"/>
      <w:jc w:val="center"/>
    </w:pPr>
    <w:rPr>
      <w:b/>
      <w:color w:val="FFFFFF" w:themeColor="background1"/>
      <w:spacing w:val="1"/>
      <w:sz w:val="20"/>
      <w:szCs w:val="18"/>
    </w:rPr>
  </w:style>
  <w:style w:type="character" w:customStyle="1" w:styleId="PRYellowBullet">
    <w:name w:val="PR_Yellow Bullet"/>
    <w:basedOn w:val="DefaultParagraphFont"/>
    <w:uiPriority w:val="1"/>
    <w:qFormat/>
    <w:rsid w:val="002162F5"/>
    <w:rPr>
      <w:color w:val="FDB525"/>
      <w:position w:val="0"/>
    </w:rPr>
  </w:style>
  <w:style w:type="character" w:styleId="PlaceholderText">
    <w:name w:val="Placeholder Text"/>
    <w:basedOn w:val="DefaultParagraphFont"/>
    <w:uiPriority w:val="99"/>
    <w:semiHidden/>
    <w:rsid w:val="00842B3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011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1E3"/>
  </w:style>
  <w:style w:type="paragraph" w:styleId="Footer">
    <w:name w:val="footer"/>
    <w:basedOn w:val="Normal"/>
    <w:link w:val="FooterChar"/>
    <w:uiPriority w:val="99"/>
    <w:unhideWhenUsed/>
    <w:rsid w:val="005011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1E3"/>
  </w:style>
  <w:style w:type="paragraph" w:styleId="NormalWeb">
    <w:name w:val="Normal (Web)"/>
    <w:basedOn w:val="Normal"/>
    <w:uiPriority w:val="99"/>
    <w:semiHidden/>
    <w:unhideWhenUsed/>
    <w:rsid w:val="00914564"/>
    <w:pPr>
      <w:spacing w:before="100" w:beforeAutospacing="1" w:after="100" w:afterAutospacing="1"/>
    </w:pPr>
    <w:rPr>
      <w:rFonts w:ascii="Times New Roman" w:eastAsia="Times New Roman" w:hAnsi="Times New Roman" w:cs="Times New Roman"/>
      <w:lang w:bidi="km-KH"/>
    </w:rPr>
  </w:style>
  <w:style w:type="character" w:styleId="Hyperlink">
    <w:name w:val="Hyperlink"/>
    <w:basedOn w:val="DefaultParagraphFont"/>
    <w:uiPriority w:val="99"/>
    <w:semiHidden/>
    <w:unhideWhenUsed/>
    <w:rsid w:val="009145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2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na.r.zhavoronkov\Desktop\Word%20Templates%20-%20Boards\MassHire_PRESS%20RELEASE_Berkshires_WI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assHire EVEN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107C58"/>
        </a:solidFill>
        <a:ln>
          <a:noFill/>
        </a:ln>
        <a:effectLst/>
      </a:spPr>
      <a:bodyPr rot="0" spcFirstLastPara="0" vertOverflow="overflow" horzOverflow="overflow" vert="horz" wrap="square" lIns="0" tIns="0" rIns="0" bIns="27432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14D433D5F7784A85205D1630E35B8C" ma:contentTypeVersion="9" ma:contentTypeDescription="Create a new document." ma:contentTypeScope="" ma:versionID="50a396ca4e29b5fa8654cf4eec81815f">
  <xsd:schema xmlns:xsd="http://www.w3.org/2001/XMLSchema" xmlns:xs="http://www.w3.org/2001/XMLSchema" xmlns:p="http://schemas.microsoft.com/office/2006/metadata/properties" xmlns:ns2="9c99a38c-ffcd-405a-9dd2-9edea6d9fce3" xmlns:ns3="b72976aa-e7d9-498e-b08a-d3d9e47e4056" targetNamespace="http://schemas.microsoft.com/office/2006/metadata/properties" ma:root="true" ma:fieldsID="6a2d6ffbbe60b1762d685a2eb075383d" ns2:_="" ns3:_="">
    <xsd:import namespace="9c99a38c-ffcd-405a-9dd2-9edea6d9fce3"/>
    <xsd:import namespace="b72976aa-e7d9-498e-b08a-d3d9e47e40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9a38c-ffcd-405a-9dd2-9edea6d9fc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976aa-e7d9-498e-b08a-d3d9e47e405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DBDA91-6B65-45DE-B2C6-FBA3465C35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9a38c-ffcd-405a-9dd2-9edea6d9fce3"/>
    <ds:schemaRef ds:uri="b72976aa-e7d9-498e-b08a-d3d9e47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59F378-EACE-467B-ABE6-FF56CEF85B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BBF08E-E8C3-4366-B3E5-7E3A131D24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5F71E2-E636-47E9-9948-58C02B73A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MassHire_PRESS RELEASE_Berkshires_WIB.dotx</Template>
  <TotalTime>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EOLWD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Zhavoronkova, Marina R  (EOLWD)</dc:creator>
  <cp:lastModifiedBy>Laurie Pinkham</cp:lastModifiedBy>
  <cp:revision>2</cp:revision>
  <cp:lastPrinted>2018-05-15T03:18:00Z</cp:lastPrinted>
  <dcterms:created xsi:type="dcterms:W3CDTF">2022-05-04T20:24:00Z</dcterms:created>
  <dcterms:modified xsi:type="dcterms:W3CDTF">2022-05-04T20:24:00Z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0x010100DD14D433D5F7784A85205D1630E35B8C</vt:lpwstr>
  </property>
  <property fmtid="{D5CDD505-2E9C-101B-9397-08002B2CF9AE}" pid="3" name="Order">
    <vt:r8>3615300</vt:r8>
  </property>
</Properties>
</file>